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C05" w:rsidRDefault="001D6C05">
      <w:pPr>
        <w:rPr>
          <w:sz w:val="24"/>
          <w:szCs w:val="24"/>
        </w:rPr>
      </w:pPr>
      <w:r>
        <w:rPr>
          <w:sz w:val="24"/>
          <w:szCs w:val="24"/>
        </w:rPr>
        <w:t xml:space="preserve">Alan Suarez                                                                                                                 </w:t>
      </w:r>
    </w:p>
    <w:p w:rsidR="001D6C05" w:rsidRDefault="001D6C05">
      <w:pPr>
        <w:rPr>
          <w:b/>
          <w:sz w:val="24"/>
          <w:szCs w:val="24"/>
        </w:rPr>
      </w:pPr>
      <w:r w:rsidRPr="005734A0">
        <w:rPr>
          <w:b/>
          <w:sz w:val="24"/>
          <w:szCs w:val="24"/>
        </w:rPr>
        <w:t xml:space="preserve">                                                               Albert Einstein </w:t>
      </w:r>
    </w:p>
    <w:p w:rsidR="001D6C05" w:rsidRDefault="001D6C05">
      <w:pPr>
        <w:rPr>
          <w:b/>
          <w:sz w:val="24"/>
          <w:szCs w:val="24"/>
        </w:rPr>
      </w:pPr>
    </w:p>
    <w:p w:rsidR="001D6C05" w:rsidRDefault="001D6C05">
      <w:r>
        <w:rPr>
          <w:b/>
          <w:sz w:val="24"/>
          <w:szCs w:val="24"/>
        </w:rPr>
        <w:tab/>
      </w:r>
      <w:r w:rsidRPr="00304679">
        <w:rPr>
          <w:sz w:val="24"/>
          <w:szCs w:val="24"/>
        </w:rPr>
        <w:t>Albert Einstein led an interesting life</w:t>
      </w:r>
      <w:r>
        <w:t xml:space="preserve"> he also contributed heavily to science. Albert Einstein was borne on March 14 </w:t>
      </w:r>
      <w:smartTag w:uri="urn:schemas-microsoft-com:office:smarttags" w:element="metricconverter">
        <w:smartTagPr>
          <w:attr w:name="ProductID" w:val="1879 in"/>
        </w:smartTagPr>
        <w:r>
          <w:t>1879 in</w:t>
        </w:r>
      </w:smartTag>
      <w:r>
        <w:t xml:space="preserve"> </w:t>
      </w:r>
      <w:smartTag w:uri="urn:schemas-microsoft-com:office:smarttags" w:element="City">
        <w:r>
          <w:t>Ulm</w:t>
        </w:r>
      </w:smartTag>
      <w:r>
        <w:t xml:space="preserve"> </w:t>
      </w:r>
      <w:smartTag w:uri="urn:schemas-microsoft-com:office:smarttags" w:element="place">
        <w:smartTag w:uri="urn:schemas-microsoft-com:office:smarttags" w:element="country-region">
          <w:r>
            <w:t>Germany</w:t>
          </w:r>
        </w:smartTag>
      </w:smartTag>
      <w:r>
        <w:t xml:space="preserve"> he had one other sibling her name is Maja Einstein. His parents were Hermann and Paulina Einstein, his father was a business man who owned his own business and his mother was a stay at home mom. From a young age Einstein loved to learn new things and his curiosity for the natural world began at an early age. When Einstein was five years old his father gave him a compass and he became fascinated with the forces that made the compass work. Einstein’s passion for science became even more apparent when he was ten years old. When Einstein was ten he began reading as many science books as possible because he wants to learn as much as he could about science. Then he became religious and even chanted prayers and singing songs on his way to and from school but this quickly ended.  Everything he read about science contradicted his religious views and he began to stray away from religion but it had a long lasting impact on Einstein. </w:t>
      </w:r>
      <w:r>
        <w:tab/>
      </w:r>
    </w:p>
    <w:p w:rsidR="001D6C05" w:rsidRDefault="001D6C05" w:rsidP="000578AF">
      <w:pPr>
        <w:ind w:firstLine="720"/>
      </w:pPr>
      <w:r>
        <w:t xml:space="preserve">Einstein struggled with his education but he still managed to get into one </w:t>
      </w:r>
      <w:smartTag w:uri="urn:schemas-microsoft-com:office:smarttags" w:element="place">
        <w:r>
          <w:t>Europe</w:t>
        </w:r>
      </w:smartTag>
      <w:r>
        <w:t xml:space="preserve">’s best schools. Einstein’s education was differed because of several reasons one of those being his father’s business. Hermann Einstein owned his own business and when he failed to land a contract with to electrify the city of </w:t>
      </w:r>
      <w:smartTag w:uri="urn:schemas-microsoft-com:office:smarttags" w:element="place">
        <w:smartTag w:uri="urn:schemas-microsoft-com:office:smarttags" w:element="City">
          <w:r>
            <w:t>Munich</w:t>
          </w:r>
        </w:smartTag>
      </w:smartTag>
      <w:r>
        <w:t xml:space="preserve"> his family was forced to move. Albert Einstein family moved to </w:t>
      </w:r>
      <w:smartTag w:uri="urn:schemas-microsoft-com:office:smarttags" w:element="City">
        <w:r>
          <w:t>Milan</w:t>
        </w:r>
      </w:smartTag>
      <w:r>
        <w:t xml:space="preserve"> </w:t>
      </w:r>
      <w:smartTag w:uri="urn:schemas-microsoft-com:office:smarttags" w:element="place">
        <w:smartTag w:uri="urn:schemas-microsoft-com:office:smarttags" w:element="country-region">
          <w:r>
            <w:t>Italy</w:t>
          </w:r>
        </w:smartTag>
      </w:smartTag>
      <w:r>
        <w:t xml:space="preserve"> but Einstein stayed behind to Finnish getting his education. After  turning  sixteen  he ran away from </w:t>
      </w:r>
      <w:smartTag w:uri="urn:schemas-microsoft-com:office:smarttags" w:element="City">
        <w:r>
          <w:t>Munich</w:t>
        </w:r>
      </w:smartTag>
      <w:r>
        <w:t xml:space="preserve"> for six months and made his way down to </w:t>
      </w:r>
      <w:smartTag w:uri="urn:schemas-microsoft-com:office:smarttags" w:element="place">
        <w:smartTag w:uri="urn:schemas-microsoft-com:office:smarttags" w:element="country-region">
          <w:r>
            <w:t>Italy</w:t>
          </w:r>
        </w:smartTag>
      </w:smartTag>
      <w:r>
        <w:t xml:space="preserve"> arriving at his parents’ house. Shortly after arriving his parents quickly realized that he had dropped out of school and had many problems. For Einstein not having an education was bad enough and on top of it all  he had no employment skills. Einstein quickly realized that he would not be able to find a job so he decided to go back to school and applied at the </w:t>
      </w:r>
      <w:r w:rsidRPr="00552BB4">
        <w:t>Eidgenössische Polytechnische</w:t>
      </w:r>
      <w:r>
        <w:t xml:space="preserve"> </w:t>
      </w:r>
      <w:r w:rsidRPr="00552BB4">
        <w:t>Schule</w:t>
      </w:r>
      <w:r>
        <w:t xml:space="preserve">       (</w:t>
      </w:r>
      <w:r w:rsidRPr="004C319D">
        <w:t>Swiss Federal Polytechnic School</w:t>
      </w:r>
      <w:r>
        <w:t xml:space="preserve">).  In order to be enrolled Einstein had to take an entry exam the exam which included French, chemistry, biology, physics, and mathematics. He scored above average in the mathematics and physics but he failed </w:t>
      </w:r>
      <w:r w:rsidRPr="00C540E5">
        <w:t>French, chemistry,</w:t>
      </w:r>
      <w:r>
        <w:t xml:space="preserve"> and</w:t>
      </w:r>
      <w:r w:rsidRPr="00C540E5">
        <w:t xml:space="preserve"> biology</w:t>
      </w:r>
      <w:r>
        <w:t xml:space="preserve"> and he was still allowed in because of his above average scores on the mathematics and physics. Einstein was enrolled into the </w:t>
      </w:r>
      <w:smartTag w:uri="urn:schemas-microsoft-com:office:smarttags" w:element="place">
        <w:smartTag w:uri="urn:schemas-microsoft-com:office:smarttags" w:element="PlaceName">
          <w:r w:rsidRPr="00FF2FCF">
            <w:t>Swiss</w:t>
          </w:r>
        </w:smartTag>
        <w:r w:rsidRPr="00FF2FCF">
          <w:t xml:space="preserve"> </w:t>
        </w:r>
        <w:smartTag w:uri="urn:schemas-microsoft-com:office:smarttags" w:element="PlaceName">
          <w:r w:rsidRPr="00FF2FCF">
            <w:t>Federal</w:t>
          </w:r>
        </w:smartTag>
        <w:r w:rsidRPr="00FF2FCF">
          <w:t xml:space="preserve"> </w:t>
        </w:r>
        <w:smartTag w:uri="urn:schemas-microsoft-com:office:smarttags" w:element="PlaceName">
          <w:r w:rsidRPr="00FF2FCF">
            <w:t>Polytechnic</w:t>
          </w:r>
        </w:smartTag>
        <w:r w:rsidRPr="00FF2FCF">
          <w:t xml:space="preserve"> </w:t>
        </w:r>
        <w:smartTag w:uri="urn:schemas-microsoft-com:office:smarttags" w:element="PlaceType">
          <w:r w:rsidRPr="00FF2FCF">
            <w:t>School</w:t>
          </w:r>
        </w:smartTag>
      </w:smartTag>
      <w:r>
        <w:t xml:space="preserve"> but he had not completed high school. In order for him to be allowed to attend the school he would have to finish formal schooling first. Although Einstein had problems with his education he graduated from the </w:t>
      </w:r>
      <w:smartTag w:uri="urn:schemas-microsoft-com:office:smarttags" w:element="PlaceName">
        <w:smartTag w:uri="urn:schemas-microsoft-com:office:smarttags" w:element="place">
          <w:r w:rsidRPr="00FF2FCF">
            <w:t>Swiss</w:t>
          </w:r>
        </w:smartTag>
        <w:r w:rsidRPr="00FF2FCF">
          <w:t xml:space="preserve"> </w:t>
        </w:r>
        <w:smartTag w:uri="urn:schemas-microsoft-com:office:smarttags" w:element="PlaceName">
          <w:r w:rsidRPr="00FF2FCF">
            <w:t>Federal</w:t>
          </w:r>
        </w:smartTag>
        <w:r w:rsidRPr="00FF2FCF">
          <w:t xml:space="preserve"> </w:t>
        </w:r>
        <w:smartTag w:uri="urn:schemas-microsoft-com:office:smarttags" w:element="PlaceName">
          <w:r w:rsidRPr="00FF2FCF">
            <w:t>Polytechnic</w:t>
          </w:r>
        </w:smartTag>
        <w:r w:rsidRPr="00FF2FCF">
          <w:t xml:space="preserve"> </w:t>
        </w:r>
        <w:smartTag w:uri="urn:schemas-microsoft-com:office:smarttags" w:element="PlaceType">
          <w:r w:rsidRPr="00FF2FCF">
            <w:t>School</w:t>
          </w:r>
        </w:smartTag>
      </w:smartTag>
      <w:r>
        <w:t xml:space="preserve"> in 1900.</w:t>
      </w:r>
    </w:p>
    <w:p w:rsidR="001D6C05" w:rsidRDefault="001D6C05" w:rsidP="000578AF">
      <w:pPr>
        <w:ind w:firstLine="720"/>
      </w:pPr>
      <w:r>
        <w:t xml:space="preserve">Although Einstein accomplished many things one of his most important accomplishments was winning the nobell prize. In 1921 Einstein wone the nobell prize </w:t>
      </w:r>
      <w:bookmarkStart w:id="0" w:name="_GoBack"/>
      <w:bookmarkEnd w:id="0"/>
      <w:r>
        <w:t xml:space="preserve"> in 1921.   Einstein was always fascinated with physics and he was determined to figure out how they worked.  When it came to physics Einstein had its own way of viewing them his ability to comprehend them allowed him to make some of the most important developments. In 1921 Albert Einstein won the no bell prize in physics for developing the photoelectric effect. The photoelectric effect was such an achievement for the science community. The photoelectric states that if light is shined on to a metal plate the electric </w:t>
      </w:r>
      <w:r w:rsidRPr="001412E8">
        <w:t>waves carry energy. So if a wave of light hit an electron in</w:t>
      </w:r>
      <w:r>
        <w:t xml:space="preserve"> one of the atoms in the metal </w:t>
      </w:r>
      <w:r w:rsidRPr="001412E8">
        <w:t xml:space="preserve">it might transfer enough energy to knock the electron out of its atom. </w:t>
      </w:r>
      <w:r>
        <w:t xml:space="preserve"> Although Einstein won the nobell prize in 1921 he did not receive his award until 1922. Albert Einstein made some very important contributions to the science community but he regarded them as stepping tones for the next advancement.  </w:t>
      </w:r>
    </w:p>
    <w:p w:rsidR="001D6C05" w:rsidRPr="00AB3168" w:rsidRDefault="001D6C05" w:rsidP="000578AF">
      <w:pPr>
        <w:ind w:firstLine="720"/>
      </w:pPr>
      <w:r>
        <w:t xml:space="preserve">In 1933 Adolf Hitler came into power in </w:t>
      </w:r>
      <w:smartTag w:uri="urn:schemas-microsoft-com:office:smarttags" w:element="country-region">
        <w:r>
          <w:t>Germany</w:t>
        </w:r>
      </w:smartTag>
      <w:r>
        <w:t xml:space="preserve"> the NAIZ party was using Jews as </w:t>
      </w:r>
      <w:r w:rsidRPr="00CD4C71">
        <w:t>scapegoat</w:t>
      </w:r>
      <w:r>
        <w:t xml:space="preserve">s for all the hardship </w:t>
      </w:r>
      <w:smartTag w:uri="urn:schemas-microsoft-com:office:smarttags" w:element="place">
        <w:smartTag w:uri="urn:schemas-microsoft-com:office:smarttags" w:element="country-region">
          <w:r>
            <w:t>Germany</w:t>
          </w:r>
        </w:smartTag>
      </w:smartTag>
      <w:r>
        <w:t xml:space="preserve"> was facing. Einstein was of Jewish decent and with the growing political tensions he feared for his safety so he fled the country. He ended up moving to the </w:t>
      </w:r>
      <w:smartTag w:uri="urn:schemas-microsoft-com:office:smarttags" w:element="country-region">
        <w:r>
          <w:t>United States</w:t>
        </w:r>
      </w:smartTag>
      <w:r>
        <w:t xml:space="preserve">  and in 1940 he became a </w:t>
      </w:r>
      <w:smartTag w:uri="urn:schemas-microsoft-com:office:smarttags" w:element="place">
        <w:smartTag w:uri="urn:schemas-microsoft-com:office:smarttags" w:element="country-region">
          <w:r>
            <w:t>U.S.</w:t>
          </w:r>
        </w:smartTag>
      </w:smartTag>
      <w:r>
        <w:t xml:space="preserve"> citizen. When Einstein came to the united </w:t>
      </w:r>
      <w:r w:rsidRPr="00AB3168">
        <w:t>he</w:t>
      </w:r>
      <w:r>
        <w:t xml:space="preserve"> became a</w:t>
      </w:r>
      <w:r w:rsidRPr="00AB3168">
        <w:t xml:space="preserve"> Profe</w:t>
      </w:r>
      <w:r>
        <w:t xml:space="preserve">ssor of Theoretical Physics at </w:t>
      </w:r>
      <w:smartTag w:uri="urn:schemas-microsoft-com:office:smarttags" w:element="PlaceName">
        <w:r>
          <w:t>P</w:t>
        </w:r>
        <w:r w:rsidRPr="00AB3168">
          <w:t>rinceton</w:t>
        </w:r>
      </w:smartTag>
      <w:r w:rsidRPr="00AB3168">
        <w:fldChar w:fldCharType="begin"/>
      </w:r>
      <w:r w:rsidRPr="00AB3168">
        <w:instrText xml:space="preserve"> HYPERLINK "http://nobelprize.org/nobel_prizes/physics/laureates/1921/einstein-bio.html" \l "footnote#footnote" </w:instrText>
      </w:r>
      <w:r w:rsidRPr="00AB3168">
        <w:fldChar w:fldCharType="end"/>
      </w:r>
      <w:r w:rsidRPr="00AB3168">
        <w:t xml:space="preserve"> </w:t>
      </w:r>
      <w:smartTag w:uri="urn:schemas-microsoft-com:office:smarttags" w:element="PlaceType">
        <w:r>
          <w:t>University</w:t>
        </w:r>
      </w:smartTag>
      <w:r>
        <w:t xml:space="preserve"> and he also conscribed to the </w:t>
      </w:r>
      <w:smartTag w:uri="urn:schemas-microsoft-com:office:smarttags" w:element="place">
        <w:smartTag w:uri="urn:schemas-microsoft-com:office:smarttags" w:element="City">
          <w:r>
            <w:t>Manhattan</w:t>
          </w:r>
        </w:smartTag>
      </w:smartTag>
      <w:r>
        <w:t xml:space="preserve"> project. The </w:t>
      </w:r>
      <w:smartTag w:uri="urn:schemas-microsoft-com:office:smarttags" w:element="place">
        <w:smartTag w:uri="urn:schemas-microsoft-com:office:smarttags" w:element="City">
          <w:r>
            <w:t>Manhattan</w:t>
          </w:r>
        </w:smartTag>
      </w:smartTag>
      <w:r>
        <w:t xml:space="preserve"> project was s program developing nuclear weapons with out his efforts the nuclear weapons would have took mucho longer to develop. Albert Einstein retried at age 45 and he died in 1955. </w:t>
      </w:r>
      <w:r w:rsidRPr="00AB3168">
        <w:br/>
        <w:t xml:space="preserve">   </w:t>
      </w:r>
    </w:p>
    <w:sectPr w:rsidR="001D6C05" w:rsidRPr="00AB3168" w:rsidSect="00CB1C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96EC51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62895D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8926D67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947E13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751A0C0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10EC5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C2E50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6EDC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9A81D1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62C1F9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34A0"/>
    <w:rsid w:val="00024E5C"/>
    <w:rsid w:val="000578AF"/>
    <w:rsid w:val="000C654E"/>
    <w:rsid w:val="001412E8"/>
    <w:rsid w:val="001D6C05"/>
    <w:rsid w:val="002B0188"/>
    <w:rsid w:val="00304679"/>
    <w:rsid w:val="00314463"/>
    <w:rsid w:val="004B5618"/>
    <w:rsid w:val="004C319D"/>
    <w:rsid w:val="00552BB4"/>
    <w:rsid w:val="005734A0"/>
    <w:rsid w:val="005C3C37"/>
    <w:rsid w:val="00727814"/>
    <w:rsid w:val="007E506F"/>
    <w:rsid w:val="008A5478"/>
    <w:rsid w:val="00930EF2"/>
    <w:rsid w:val="009A3886"/>
    <w:rsid w:val="009F7C79"/>
    <w:rsid w:val="00AB3168"/>
    <w:rsid w:val="00AD42EA"/>
    <w:rsid w:val="00B17988"/>
    <w:rsid w:val="00C540E5"/>
    <w:rsid w:val="00CB1C10"/>
    <w:rsid w:val="00CD4C71"/>
    <w:rsid w:val="00FE7717"/>
    <w:rsid w:val="00FF2F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C1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B316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830</Words>
  <Characters>3970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Alan Suarez                                                                                                                 </dc:title>
  <dc:subject/>
  <dc:creator>Alan</dc:creator>
  <cp:keywords/>
  <dc:description/>
  <cp:lastModifiedBy>Administrator</cp:lastModifiedBy>
  <cp:revision>2</cp:revision>
  <dcterms:created xsi:type="dcterms:W3CDTF">2011-06-13T15:10:00Z</dcterms:created>
  <dcterms:modified xsi:type="dcterms:W3CDTF">2011-06-13T15:10:00Z</dcterms:modified>
</cp:coreProperties>
</file>